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99CAA" w14:textId="77777777" w:rsidR="006A4802" w:rsidRDefault="00000000">
      <w:pPr>
        <w:jc w:val="right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Załącznik Nr 6 do Zapytania ofertowego nr GOPS.2611.6.2026</w:t>
      </w:r>
    </w:p>
    <w:p w14:paraId="363BFB8D" w14:textId="77777777" w:rsidR="006A4802" w:rsidRDefault="006A4802">
      <w:pPr>
        <w:rPr>
          <w:rFonts w:ascii="Arial" w:hAnsi="Arial" w:cs="Arial"/>
        </w:rPr>
      </w:pPr>
    </w:p>
    <w:p w14:paraId="362E293D" w14:textId="77777777" w:rsidR="006A4802" w:rsidRDefault="0000000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CURRICULUM VITAE</w:t>
      </w:r>
    </w:p>
    <w:p w14:paraId="23F0DAE9" w14:textId="77777777" w:rsidR="006A4802" w:rsidRDefault="006A4802">
      <w:pPr>
        <w:rPr>
          <w:rFonts w:ascii="Arial" w:hAnsi="Arial" w:cs="Arial"/>
        </w:rPr>
      </w:pPr>
    </w:p>
    <w:p w14:paraId="6A0AD6A3" w14:textId="77777777" w:rsidR="006A4802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Imię i nazwisko ………………………………..</w:t>
      </w:r>
    </w:p>
    <w:p w14:paraId="3CD91BAF" w14:textId="77777777" w:rsidR="006A4802" w:rsidRDefault="00000000">
      <w:bookmarkStart w:id="0" w:name="_Hlk218944214"/>
      <w:r>
        <w:rPr>
          <w:rFonts w:ascii="Arial" w:hAnsi="Arial" w:cs="Arial"/>
          <w:b/>
          <w:bCs/>
        </w:rPr>
        <w:t>Wykształcenie</w:t>
      </w:r>
      <w:r>
        <w:rPr>
          <w:rFonts w:ascii="Arial" w:hAnsi="Arial" w:cs="Arial"/>
          <w:b/>
          <w:bCs/>
          <w:vertAlign w:val="superscript"/>
        </w:rPr>
        <w:t>1</w:t>
      </w:r>
      <w:r>
        <w:rPr>
          <w:rFonts w:ascii="Arial" w:hAnsi="Arial" w:cs="Arial"/>
          <w:b/>
          <w:bCs/>
        </w:rPr>
        <w:t>: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6A4802" w14:paraId="690B0282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7D4B3" w14:textId="77777777" w:rsidR="006A4802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Instytucja</w:t>
            </w:r>
          </w:p>
          <w:p w14:paraId="7777C5D8" w14:textId="77777777" w:rsidR="006A4802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Data: od - do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DE22F" w14:textId="77777777" w:rsidR="006A4802" w:rsidRDefault="0000000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Uzyskane stopnie lub dyplomy</w:t>
            </w:r>
          </w:p>
        </w:tc>
      </w:tr>
      <w:tr w:rsidR="006A4802" w14:paraId="4F46F373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C2278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5D734F5A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80FE8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4BD27BC1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65725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587A1483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1B8FC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0DA87BE4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27DA4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5FFAF74F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E7FC5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13B56C81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58CB5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5113BC0B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1C5FD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59A26F6B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0526D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3736F6F7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D33A0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345F9F16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94419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5DD63FF5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081C7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4DD67092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6E921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2E0A8489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B44AC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26F9B593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97512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1DFCF9D3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8D5AB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77A53E67" w14:textId="77777777">
        <w:tblPrEx>
          <w:tblCellMar>
            <w:top w:w="0" w:type="dxa"/>
            <w:bottom w:w="0" w:type="dxa"/>
          </w:tblCellMar>
        </w:tblPrEx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78192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1EF2AE95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05D39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957E870" w14:textId="77777777" w:rsidR="006A4802" w:rsidRDefault="006A4802">
      <w:pPr>
        <w:rPr>
          <w:rFonts w:ascii="Arial" w:hAnsi="Arial" w:cs="Arial"/>
        </w:rPr>
      </w:pPr>
    </w:p>
    <w:p w14:paraId="5C7CBD45" w14:textId="77777777" w:rsidR="006A4802" w:rsidRDefault="000000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Doświadczenie zawodowe na wymaganym w ofercie stanowisku:</w:t>
      </w: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3402"/>
        <w:gridCol w:w="4110"/>
      </w:tblGrid>
      <w:tr w:rsidR="006A4802" w14:paraId="16B85C7F" w14:textId="77777777">
        <w:tblPrEx>
          <w:tblCellMar>
            <w:top w:w="0" w:type="dxa"/>
            <w:bottom w:w="0" w:type="dxa"/>
          </w:tblCellMar>
        </w:tblPrEx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DCD4" w14:textId="77777777" w:rsidR="006A4802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Daty:</w:t>
            </w:r>
          </w:p>
          <w:p w14:paraId="1CA585E9" w14:textId="77777777" w:rsidR="006A4802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- do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0DC5" w14:textId="77777777" w:rsidR="006A4802" w:rsidRDefault="0000000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instytucji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FF509" w14:textId="77777777" w:rsidR="006A4802" w:rsidRDefault="0000000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Stanowisko, opis obowiązków</w:t>
            </w:r>
          </w:p>
        </w:tc>
      </w:tr>
      <w:tr w:rsidR="006A4802" w14:paraId="2FC1503D" w14:textId="77777777">
        <w:tblPrEx>
          <w:tblCellMar>
            <w:top w:w="0" w:type="dxa"/>
            <w:bottom w:w="0" w:type="dxa"/>
          </w:tblCellMar>
        </w:tblPrEx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1424A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4618D5AB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9D138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C31D9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53BC14F3" w14:textId="77777777">
        <w:tblPrEx>
          <w:tblCellMar>
            <w:top w:w="0" w:type="dxa"/>
            <w:bottom w:w="0" w:type="dxa"/>
          </w:tblCellMar>
        </w:tblPrEx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F81F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194E8D70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4C2CC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20664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7D7659BE" w14:textId="77777777">
        <w:tblPrEx>
          <w:tblCellMar>
            <w:top w:w="0" w:type="dxa"/>
            <w:bottom w:w="0" w:type="dxa"/>
          </w:tblCellMar>
        </w:tblPrEx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C9A52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54393925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215F0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05555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01D40042" w14:textId="77777777">
        <w:tblPrEx>
          <w:tblCellMar>
            <w:top w:w="0" w:type="dxa"/>
            <w:bottom w:w="0" w:type="dxa"/>
          </w:tblCellMar>
        </w:tblPrEx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DD33F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DF03A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7C75C0D3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36419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5A7405C8" w14:textId="77777777">
        <w:tblPrEx>
          <w:tblCellMar>
            <w:top w:w="0" w:type="dxa"/>
            <w:bottom w:w="0" w:type="dxa"/>
          </w:tblCellMar>
        </w:tblPrEx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A8A0A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E85F7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19D62787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734DE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2C1F8E9D" w14:textId="77777777">
        <w:tblPrEx>
          <w:tblCellMar>
            <w:top w:w="0" w:type="dxa"/>
            <w:bottom w:w="0" w:type="dxa"/>
          </w:tblCellMar>
        </w:tblPrEx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EC165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DFD35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3687B8F7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FA5FD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26A04361" w14:textId="77777777">
        <w:tblPrEx>
          <w:tblCellMar>
            <w:top w:w="0" w:type="dxa"/>
            <w:bottom w:w="0" w:type="dxa"/>
          </w:tblCellMar>
        </w:tblPrEx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EDD3F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AAD47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  <w:p w14:paraId="63864C24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3E8A1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A4802" w14:paraId="14888A28" w14:textId="77777777">
        <w:tblPrEx>
          <w:tblCellMar>
            <w:top w:w="0" w:type="dxa"/>
            <w:bottom w:w="0" w:type="dxa"/>
          </w:tblCellMar>
        </w:tblPrEx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A060" w14:textId="77777777" w:rsidR="006A4802" w:rsidRDefault="00000000">
            <w:pPr>
              <w:spacing w:after="0" w:line="240" w:lineRule="auto"/>
            </w:pPr>
            <w:r>
              <w:rPr>
                <w:rFonts w:ascii="Arial" w:hAnsi="Arial" w:cs="Arial"/>
              </w:rPr>
              <w:t>Łączna liczba miesięcy doświadczenia zawodowego na wymaganym stanowisku: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66F4C" w14:textId="77777777" w:rsidR="006A4802" w:rsidRDefault="006A480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bookmarkEnd w:id="0"/>
    </w:tbl>
    <w:p w14:paraId="5528E850" w14:textId="77777777" w:rsidR="006A4802" w:rsidRDefault="006A4802">
      <w:pPr>
        <w:rPr>
          <w:rFonts w:ascii="Arial" w:hAnsi="Arial" w:cs="Arial"/>
        </w:rPr>
      </w:pPr>
    </w:p>
    <w:p w14:paraId="1D651F5B" w14:textId="77777777" w:rsidR="006A4802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celu potwierdzenia spełnienia wymaganych kwalifikacji, zamawiający zastrzega sobie prawo zażądania od wybranych kandydatek/tów przedłożenia dyplomów, a także innych dokumentów potwierdzających posiadane wykształcenie i kwalifikacje dopiero na etapie wyłonienia wybranych kandydatur.</w:t>
      </w:r>
    </w:p>
    <w:p w14:paraId="4B7094D0" w14:textId="77777777" w:rsidR="006A4802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zasadzie art. 6 ust. 1 pkt. A RODO wyrażam zgodę na przetwarzanie moich danych osobowych zawartych w ofercie złożonej w odpowiedzi na zapytanie ofertowe.</w:t>
      </w:r>
    </w:p>
    <w:p w14:paraId="3909D697" w14:textId="77777777" w:rsidR="006A4802" w:rsidRDefault="006A4802">
      <w:pPr>
        <w:jc w:val="both"/>
        <w:rPr>
          <w:rFonts w:ascii="Arial" w:hAnsi="Arial" w:cs="Arial"/>
        </w:rPr>
      </w:pPr>
    </w:p>
    <w:p w14:paraId="497A2F54" w14:textId="77777777" w:rsidR="006A4802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                                   …………………………………</w:t>
      </w:r>
    </w:p>
    <w:p w14:paraId="6F768680" w14:textId="77777777" w:rsidR="006A4802" w:rsidRDefault="00000000">
      <w:pPr>
        <w:jc w:val="both"/>
      </w:pPr>
      <w:r>
        <w:rPr>
          <w:rFonts w:ascii="Arial" w:hAnsi="Arial" w:cs="Arial"/>
        </w:rPr>
        <w:t xml:space="preserve">              Miejsce, dnia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Czytelny podpis</w:t>
      </w:r>
    </w:p>
    <w:sectPr w:rsidR="006A48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1EECF" w14:textId="77777777" w:rsidR="00AE1CD4" w:rsidRDefault="00AE1CD4">
      <w:pPr>
        <w:spacing w:after="0" w:line="240" w:lineRule="auto"/>
      </w:pPr>
      <w:r>
        <w:separator/>
      </w:r>
    </w:p>
  </w:endnote>
  <w:endnote w:type="continuationSeparator" w:id="0">
    <w:p w14:paraId="22FE4946" w14:textId="77777777" w:rsidR="00AE1CD4" w:rsidRDefault="00AE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A1B82" w14:textId="77777777" w:rsidR="00000000" w:rsidRDefault="00000000">
    <w:pPr>
      <w:pStyle w:val="Stopka"/>
    </w:pPr>
    <w:r>
      <w:rPr>
        <w:i/>
        <w:iCs/>
        <w:sz w:val="20"/>
        <w:szCs w:val="20"/>
        <w:vertAlign w:val="superscript"/>
      </w:rPr>
      <w:t>1</w:t>
    </w:r>
    <w:r>
      <w:rPr>
        <w:i/>
        <w:iCs/>
        <w:sz w:val="20"/>
        <w:szCs w:val="20"/>
      </w:rPr>
      <w:t>posiadane kwalifikacje do przeprowadzenia zajęć</w:t>
    </w:r>
  </w:p>
  <w:p w14:paraId="186DF56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A29F5" w14:textId="77777777" w:rsidR="00AE1CD4" w:rsidRDefault="00AE1CD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7C48057" w14:textId="77777777" w:rsidR="00AE1CD4" w:rsidRDefault="00AE1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3266C" w14:textId="77777777" w:rsidR="00000000" w:rsidRDefault="00000000">
    <w:pPr>
      <w:pStyle w:val="Nagwek"/>
    </w:pPr>
    <w:r>
      <w:rPr>
        <w:noProof/>
        <w:lang w:eastAsia="pl-PL"/>
      </w:rPr>
      <w:drawing>
        <wp:inline distT="0" distB="0" distL="0" distR="0" wp14:anchorId="5BCD099B" wp14:editId="63F678B1">
          <wp:extent cx="5753103" cy="600075"/>
          <wp:effectExtent l="0" t="0" r="0" b="0"/>
          <wp:docPr id="283869038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6000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A4802"/>
    <w:rsid w:val="0050021C"/>
    <w:rsid w:val="006A4802"/>
    <w:rsid w:val="00736799"/>
    <w:rsid w:val="00A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7BDAE"/>
  <w15:docId w15:val="{197EDBEA-CC9D-4A91-8B1F-CC2053CB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kern w:val="3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Zawada</dc:creator>
  <dc:description/>
  <cp:lastModifiedBy>Agata Zawada</cp:lastModifiedBy>
  <cp:revision>2</cp:revision>
  <dcterms:created xsi:type="dcterms:W3CDTF">2026-01-23T13:10:00Z</dcterms:created>
  <dcterms:modified xsi:type="dcterms:W3CDTF">2026-01-23T13:10:00Z</dcterms:modified>
</cp:coreProperties>
</file>